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BE6C94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Touching note</w:t>
      </w:r>
    </w:p>
    <w:p w:rsidR="00201AC2" w:rsidRDefault="00201AC2" w:rsidP="00201AC2">
      <w:pPr>
        <w:spacing w:after="180"/>
      </w:pPr>
    </w:p>
    <w:p w:rsidR="00BE6C94" w:rsidRPr="00BE6C94" w:rsidRDefault="00BE6C94" w:rsidP="00BE6C94">
      <w:pPr>
        <w:spacing w:after="180"/>
      </w:pPr>
      <w:r w:rsidRPr="00BE6C94">
        <w:t>A tuning fork makes a note when it is struck.</w:t>
      </w:r>
    </w:p>
    <w:p w:rsidR="00BE6C94" w:rsidRPr="00BE6C94" w:rsidRDefault="00BE6C94" w:rsidP="00BE6C94">
      <w:pPr>
        <w:spacing w:after="180"/>
      </w:pPr>
      <w:r w:rsidRPr="00BE6C94">
        <w:t>What happens when it touches the ping-pong ball?</w:t>
      </w:r>
    </w:p>
    <w:p w:rsidR="00252DC3" w:rsidRDefault="00BE6C94" w:rsidP="00BE6C94">
      <w:pPr>
        <w:spacing w:after="180"/>
        <w:jc w:val="center"/>
      </w:pPr>
      <w:r>
        <w:rPr>
          <w:noProof/>
          <w:lang w:eastAsia="en-GB"/>
        </w:rPr>
        <w:drawing>
          <wp:inline distT="0" distB="0" distL="0" distR="0">
            <wp:extent cx="3299463" cy="2147977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B86E5D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9786" cy="2187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12E" w:rsidRPr="00E172C6" w:rsidRDefault="00D7312E" w:rsidP="00D7312E">
      <w:pPr>
        <w:spacing w:after="120"/>
        <w:rPr>
          <w:b/>
        </w:rPr>
      </w:pPr>
      <w:r>
        <w:rPr>
          <w:b/>
        </w:rPr>
        <w:t>Predict</w:t>
      </w:r>
    </w:p>
    <w:p w:rsidR="00BE6C94" w:rsidRPr="00BE6C94" w:rsidRDefault="00BE6C94" w:rsidP="00BE6C94">
      <w:pPr>
        <w:tabs>
          <w:tab w:val="right" w:leader="dot" w:pos="7655"/>
        </w:tabs>
        <w:spacing w:after="120"/>
      </w:pPr>
      <w:r w:rsidRPr="00BE6C94">
        <w:t>What do you think will happen when the tuning fork touches the ping-pong ball?</w:t>
      </w:r>
    </w:p>
    <w:p w:rsidR="00D7312E" w:rsidRDefault="00D7312E" w:rsidP="00D7312E">
      <w:pPr>
        <w:tabs>
          <w:tab w:val="right" w:leader="dot" w:pos="7655"/>
        </w:tabs>
        <w:spacing w:after="120"/>
      </w:pPr>
      <w:r>
        <w:tab/>
      </w:r>
    </w:p>
    <w:p w:rsidR="00D7312E" w:rsidRDefault="00D7312E" w:rsidP="00D7312E">
      <w:pPr>
        <w:tabs>
          <w:tab w:val="right" w:leader="dot" w:pos="7655"/>
        </w:tabs>
        <w:spacing w:after="120"/>
      </w:pPr>
      <w:r>
        <w:tab/>
      </w:r>
    </w:p>
    <w:p w:rsidR="00D7312E" w:rsidRPr="00E172C6" w:rsidRDefault="00D7312E" w:rsidP="00D7312E">
      <w:pPr>
        <w:spacing w:after="120"/>
        <w:rPr>
          <w:b/>
        </w:rPr>
      </w:pPr>
      <w:r>
        <w:rPr>
          <w:b/>
        </w:rPr>
        <w:t>Explain</w:t>
      </w:r>
    </w:p>
    <w:p w:rsidR="00D7312E" w:rsidRDefault="00D7312E" w:rsidP="00D7312E">
      <w:pPr>
        <w:spacing w:after="120"/>
      </w:pPr>
      <w:r>
        <w:rPr>
          <w:lang w:eastAsia="en-GB"/>
        </w:rPr>
        <w:t>Explain why you think this will happen.</w:t>
      </w:r>
    </w:p>
    <w:p w:rsidR="00D7312E" w:rsidRDefault="00D7312E" w:rsidP="00D7312E">
      <w:pPr>
        <w:tabs>
          <w:tab w:val="right" w:leader="dot" w:pos="7655"/>
        </w:tabs>
        <w:spacing w:after="120"/>
      </w:pPr>
      <w:r>
        <w:tab/>
      </w:r>
    </w:p>
    <w:p w:rsidR="00D7312E" w:rsidRDefault="00D7312E" w:rsidP="00D7312E">
      <w:pPr>
        <w:tabs>
          <w:tab w:val="right" w:leader="dot" w:pos="7655"/>
        </w:tabs>
        <w:spacing w:after="120"/>
      </w:pPr>
      <w:r>
        <w:tab/>
      </w:r>
    </w:p>
    <w:p w:rsidR="00D7312E" w:rsidRPr="008E662A" w:rsidRDefault="00D7312E" w:rsidP="00D7312E">
      <w:pPr>
        <w:tabs>
          <w:tab w:val="right" w:leader="dot" w:pos="7655"/>
        </w:tabs>
        <w:spacing w:after="120"/>
        <w:rPr>
          <w:sz w:val="4"/>
          <w:szCs w:val="4"/>
        </w:rPr>
      </w:pP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6345"/>
      </w:tblGrid>
      <w:tr w:rsidR="00D7312E" w:rsidRPr="00563C6F" w:rsidTr="00252DC3">
        <w:trPr>
          <w:trHeight w:val="454"/>
        </w:trPr>
        <w:tc>
          <w:tcPr>
            <w:tcW w:w="6345" w:type="dxa"/>
            <w:vAlign w:val="center"/>
          </w:tcPr>
          <w:p w:rsidR="00D7312E" w:rsidRPr="00563C6F" w:rsidRDefault="00D7312E" w:rsidP="00252DC3">
            <w:pPr>
              <w:tabs>
                <w:tab w:val="right" w:leader="dot" w:pos="7655"/>
              </w:tabs>
              <w:jc w:val="center"/>
              <w:rPr>
                <w:b/>
              </w:rPr>
            </w:pPr>
            <w:r w:rsidRPr="00563C6F">
              <w:rPr>
                <w:b/>
              </w:rPr>
              <w:t xml:space="preserve">Now </w:t>
            </w:r>
            <w:r w:rsidR="00252DC3">
              <w:rPr>
                <w:b/>
              </w:rPr>
              <w:t>watch the demonstration</w:t>
            </w:r>
          </w:p>
        </w:tc>
      </w:tr>
    </w:tbl>
    <w:p w:rsidR="00D7312E" w:rsidRDefault="00D7312E" w:rsidP="00D7312E">
      <w:pPr>
        <w:spacing w:after="120"/>
        <w:rPr>
          <w:b/>
          <w:sz w:val="4"/>
          <w:szCs w:val="4"/>
        </w:rPr>
      </w:pPr>
    </w:p>
    <w:p w:rsidR="00D7312E" w:rsidRPr="00F45BBF" w:rsidRDefault="00D7312E" w:rsidP="00D7312E">
      <w:pPr>
        <w:spacing w:after="120"/>
        <w:rPr>
          <w:b/>
          <w:sz w:val="4"/>
          <w:szCs w:val="4"/>
        </w:rPr>
      </w:pPr>
    </w:p>
    <w:p w:rsidR="00D7312E" w:rsidRPr="00E172C6" w:rsidRDefault="00D7312E" w:rsidP="00D7312E">
      <w:pPr>
        <w:spacing w:after="120"/>
        <w:rPr>
          <w:b/>
        </w:rPr>
      </w:pPr>
      <w:r>
        <w:rPr>
          <w:b/>
        </w:rPr>
        <w:t>Observe</w:t>
      </w:r>
    </w:p>
    <w:p w:rsidR="00D7312E" w:rsidRPr="001D7FBB" w:rsidRDefault="00D7312E" w:rsidP="00D7312E">
      <w:pPr>
        <w:pStyle w:val="23widthparagraph"/>
      </w:pPr>
      <w:r>
        <w:t>Describe what happens</w:t>
      </w:r>
      <w:r w:rsidRPr="001D7FBB">
        <w:t>.</w:t>
      </w:r>
    </w:p>
    <w:p w:rsidR="00D7312E" w:rsidRDefault="00D7312E" w:rsidP="00D7312E">
      <w:pPr>
        <w:tabs>
          <w:tab w:val="right" w:leader="dot" w:pos="7655"/>
        </w:tabs>
        <w:spacing w:after="120"/>
      </w:pPr>
      <w:r>
        <w:tab/>
      </w:r>
    </w:p>
    <w:p w:rsidR="00D7312E" w:rsidRDefault="00D7312E" w:rsidP="00D7312E">
      <w:pPr>
        <w:tabs>
          <w:tab w:val="right" w:leader="dot" w:pos="7655"/>
        </w:tabs>
        <w:spacing w:after="120"/>
      </w:pPr>
      <w:r>
        <w:tab/>
      </w:r>
    </w:p>
    <w:p w:rsidR="00D7312E" w:rsidRPr="00E172C6" w:rsidRDefault="00D7312E" w:rsidP="00D7312E">
      <w:pPr>
        <w:spacing w:after="120"/>
        <w:rPr>
          <w:b/>
        </w:rPr>
      </w:pPr>
      <w:r>
        <w:rPr>
          <w:b/>
        </w:rPr>
        <w:t>Explain</w:t>
      </w:r>
    </w:p>
    <w:p w:rsidR="00D7312E" w:rsidRDefault="00F4551B" w:rsidP="00D7312E">
      <w:pPr>
        <w:spacing w:after="120"/>
        <w:ind w:right="1371"/>
      </w:pPr>
      <w:r>
        <w:t>Were</w:t>
      </w:r>
      <w:r w:rsidR="00D7312E" w:rsidRPr="001D7FBB">
        <w:t xml:space="preserve"> your prediction and explanation </w:t>
      </w:r>
      <w:r w:rsidR="00D7312E">
        <w:t>correct?</w:t>
      </w:r>
    </w:p>
    <w:p w:rsidR="00D7312E" w:rsidRDefault="00D7312E" w:rsidP="00D7312E">
      <w:pPr>
        <w:spacing w:after="120"/>
        <w:ind w:right="1371"/>
      </w:pPr>
      <w:r>
        <w:t>If not, can you explain what you observed?</w:t>
      </w:r>
    </w:p>
    <w:p w:rsidR="00D7312E" w:rsidRDefault="00D7312E" w:rsidP="00D7312E">
      <w:pPr>
        <w:tabs>
          <w:tab w:val="right" w:leader="dot" w:pos="7655"/>
        </w:tabs>
        <w:spacing w:after="120"/>
      </w:pPr>
      <w:r>
        <w:tab/>
      </w:r>
    </w:p>
    <w:p w:rsidR="00D7312E" w:rsidRPr="00201AC2" w:rsidRDefault="00D7312E" w:rsidP="00D7312E">
      <w:pPr>
        <w:tabs>
          <w:tab w:val="right" w:leader="dot" w:pos="7655"/>
        </w:tabs>
        <w:spacing w:after="120"/>
        <w:rPr>
          <w:szCs w:val="18"/>
        </w:rPr>
      </w:pPr>
      <w:r>
        <w:tab/>
      </w: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EB1991" w:rsidRPr="006F3279" w:rsidRDefault="00EB1991" w:rsidP="00EB1991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PSL: Sound, light and waves &gt; Topic PSL1: Sound and light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PSL1.1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Production and transmission of sound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454AC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B00348" w:rsidP="00B0034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755E81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454AC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B536AD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Touching note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1D0511" w:rsidRPr="001D0511" w:rsidRDefault="001D0511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 w:rsidRPr="001D0511"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90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EB1991" w:rsidTr="00EB1991">
        <w:trPr>
          <w:trHeight w:val="340"/>
        </w:trPr>
        <w:tc>
          <w:tcPr>
            <w:tcW w:w="2196" w:type="dxa"/>
          </w:tcPr>
          <w:p w:rsidR="00EB1991" w:rsidRDefault="00EB1991" w:rsidP="00EB1991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EB1991" w:rsidRDefault="00EB1991" w:rsidP="00EB1991">
            <w:pPr>
              <w:spacing w:before="60" w:after="60"/>
            </w:pPr>
            <w:r w:rsidRPr="0086381D">
              <w:rPr>
                <w:rFonts w:cstheme="minorHAnsi"/>
              </w:rPr>
              <w:t>Objects and materials can be made to vibrate to produce a sound that becomes louder as the size of vibration increases and higher pitched as the rate of vibration increases</w:t>
            </w:r>
          </w:p>
        </w:tc>
        <w:bookmarkStart w:id="0" w:name="_GoBack"/>
        <w:bookmarkEnd w:id="0"/>
      </w:tr>
      <w:tr w:rsidR="00EB1991" w:rsidTr="00EB1991">
        <w:trPr>
          <w:trHeight w:val="340"/>
        </w:trPr>
        <w:tc>
          <w:tcPr>
            <w:tcW w:w="2196" w:type="dxa"/>
          </w:tcPr>
          <w:p w:rsidR="00EB1991" w:rsidRDefault="00EB1991" w:rsidP="00EB1991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BE7DB1" w:rsidRPr="00C3269D" w:rsidRDefault="00B536AD" w:rsidP="00C3269D">
            <w:pPr>
              <w:spacing w:before="60" w:after="60"/>
              <w:rPr>
                <w:b/>
              </w:rPr>
            </w:pPr>
            <w:r w:rsidRPr="00B536AD">
              <w:t>Explain how sound is produced by objects that do not appear to vibrate</w:t>
            </w:r>
          </w:p>
        </w:tc>
      </w:tr>
      <w:tr w:rsidR="00EB1991" w:rsidTr="00EB1991">
        <w:trPr>
          <w:trHeight w:val="340"/>
        </w:trPr>
        <w:tc>
          <w:tcPr>
            <w:tcW w:w="2196" w:type="dxa"/>
          </w:tcPr>
          <w:p w:rsidR="00EB1991" w:rsidRDefault="00EB1991" w:rsidP="00EB1991">
            <w:pPr>
              <w:spacing w:before="60" w:after="60"/>
            </w:pPr>
            <w:r>
              <w:t>Activity type:</w:t>
            </w:r>
          </w:p>
        </w:tc>
        <w:tc>
          <w:tcPr>
            <w:tcW w:w="6820" w:type="dxa"/>
          </w:tcPr>
          <w:p w:rsidR="00EB1991" w:rsidRDefault="00C3269D" w:rsidP="00EB1991">
            <w:pPr>
              <w:spacing w:before="60" w:after="60"/>
            </w:pPr>
            <w:r>
              <w:t>P</w:t>
            </w:r>
            <w:r w:rsidR="00EB1991" w:rsidRPr="00EB1991">
              <w:t>redict, explain, observe, explain - demonstration</w:t>
            </w:r>
          </w:p>
        </w:tc>
      </w:tr>
      <w:tr w:rsidR="00EB1991" w:rsidTr="00EB1991">
        <w:trPr>
          <w:trHeight w:val="340"/>
        </w:trPr>
        <w:tc>
          <w:tcPr>
            <w:tcW w:w="2196" w:type="dxa"/>
          </w:tcPr>
          <w:p w:rsidR="00EB1991" w:rsidRDefault="00EB1991" w:rsidP="00EB1991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</w:tcPr>
          <w:p w:rsidR="00EB1991" w:rsidRDefault="00EB1991" w:rsidP="00EB1991">
            <w:pPr>
              <w:spacing w:before="60" w:after="60"/>
            </w:pPr>
            <w:r>
              <w:t>Vi</w:t>
            </w:r>
            <w:r w:rsidR="00B536AD">
              <w:t>brate, vibration</w:t>
            </w:r>
          </w:p>
        </w:tc>
      </w:tr>
    </w:tbl>
    <w:p w:rsidR="00E172C6" w:rsidRDefault="00E172C6" w:rsidP="00E172C6">
      <w:pPr>
        <w:spacing w:after="180"/>
      </w:pPr>
    </w:p>
    <w:p w:rsidR="00755E81" w:rsidRPr="004056D6" w:rsidRDefault="00755E81" w:rsidP="00755E8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>This activity can help develop students’ understanding by addressing the sticking-points revealed by t</w:t>
      </w:r>
      <w:r w:rsidR="00EB1991">
        <w:rPr>
          <w:rFonts w:cstheme="minorHAnsi"/>
          <w:color w:val="222222"/>
          <w:shd w:val="clear" w:color="auto" w:fill="FFFFFF"/>
        </w:rPr>
        <w:t>he following diagnostic question</w:t>
      </w:r>
      <w:r w:rsidRPr="004056D6">
        <w:rPr>
          <w:rFonts w:cstheme="minorHAnsi"/>
          <w:color w:val="222222"/>
          <w:shd w:val="clear" w:color="auto" w:fill="FFFFFF"/>
        </w:rPr>
        <w:t>:</w:t>
      </w:r>
    </w:p>
    <w:p w:rsidR="00B00348" w:rsidRDefault="00B00348" w:rsidP="00B00348">
      <w:pPr>
        <w:pStyle w:val="ListParagraph"/>
        <w:numPr>
          <w:ilvl w:val="0"/>
          <w:numId w:val="1"/>
        </w:numPr>
        <w:spacing w:after="180"/>
      </w:pPr>
      <w:r w:rsidRPr="00EB1991">
        <w:t xml:space="preserve">Diagnostic </w:t>
      </w:r>
      <w:r w:rsidR="00E3348F" w:rsidRPr="00EB1991">
        <w:t>question</w:t>
      </w:r>
      <w:r w:rsidRPr="00EB1991">
        <w:t xml:space="preserve">: </w:t>
      </w:r>
      <w:r w:rsidR="00B536AD">
        <w:t>Wood-rock</w:t>
      </w:r>
    </w:p>
    <w:p w:rsidR="00C05571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What does the research say</w:t>
      </w:r>
      <w:r w:rsidR="00C05571" w:rsidRPr="002454AC">
        <w:rPr>
          <w:b/>
          <w:color w:val="5F497A" w:themeColor="accent4" w:themeShade="BF"/>
          <w:sz w:val="24"/>
        </w:rPr>
        <w:t>?</w:t>
      </w:r>
    </w:p>
    <w:p w:rsidR="00652B78" w:rsidRDefault="00652B78" w:rsidP="00652B78">
      <w:pPr>
        <w:spacing w:after="180"/>
      </w:pPr>
      <w:r>
        <w:t xml:space="preserve">Young children and some students may attribute the production of sound to the physical attributes of an object (for example, the tautness of a drum) or to the force used to make the sound (such as a hand hitting a drum), before developing an understanding that sound is caused by vibrations </w:t>
      </w:r>
      <w:r>
        <w:fldChar w:fldCharType="begin"/>
      </w:r>
      <w:r>
        <w:instrText xml:space="preserve"> ADDIN EN.CITE &lt;EndNote&gt;&lt;Cite&gt;&lt;Author&gt;Driver&lt;/Author&gt;&lt;Year&gt;1994&lt;/Year&gt;&lt;IDText&gt;Making Sense of Secondary Science: Research into Children&amp;apos;s Ideas&lt;/IDText&gt;&lt;DisplayText&gt;(Driver et al., 1994)&lt;/DisplayText&gt;&lt;record&gt;&lt;isbn&gt;970415097659&lt;/isbn&gt;&lt;titles&gt;&lt;title&gt;Making Sense of Secondary Science: Research into Children&amp;apos;s Ideas&lt;/title&gt;&lt;/titles&gt;&lt;contributors&gt;&lt;authors&gt;&lt;author&gt;Driver,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format="utc"&gt;1528970284&lt;/added-date&gt;&lt;pub-location&gt;London, UK&lt;/pub-location&gt;&lt;ref-type name="Book"&gt;6&lt;/ref-type&gt;&lt;dates&gt;&lt;year&gt;1994&lt;/year&gt;&lt;/dates&gt;&lt;rec-number&gt;8403&lt;/rec-number&gt;&lt;publisher&gt;Routledge&lt;/publisher&gt;&lt;last-updated-date format="utc"&gt;1530108907&lt;/last-updated-date&gt;&lt;/record&gt;&lt;/Cite&gt;&lt;Cite&gt;&lt;Author&gt;Driver&lt;/Author&gt;&lt;Year&gt;1994&lt;/Year&gt;&lt;IDText&gt;Making Sense of Secondary Science: Research into Children&amp;apos;s Ideas&lt;/IDText&gt;&lt;record&gt;&lt;isbn&gt;970415097659&lt;/isbn&gt;&lt;titles&gt;&lt;title&gt;Making Sense of Secondary Science: Research into Children&amp;apos;s Ideas&lt;/title&gt;&lt;/titles&gt;&lt;contributors&gt;&lt;authors&gt;&lt;author&gt;Driver,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format="utc"&gt;1528970284&lt;/added-date&gt;&lt;pub-location&gt;London, UK&lt;/pub-location&gt;&lt;ref-type name="Book"&gt;6&lt;/ref-type&gt;&lt;dates&gt;&lt;year&gt;1994&lt;/year&gt;&lt;/dates&gt;&lt;rec-number&gt;8403&lt;/rec-number&gt;&lt;publisher&gt;Routledge&lt;/publisher&gt;&lt;last-updated-date format="utc"&gt;1530108907&lt;/last-updated-date&gt;&lt;/record&gt;&lt;/Cite&gt;&lt;/EndNote&gt;</w:instrText>
      </w:r>
      <w:r>
        <w:fldChar w:fldCharType="separate"/>
      </w:r>
      <w:r>
        <w:rPr>
          <w:noProof/>
        </w:rPr>
        <w:t>(Driver et al., 1994)</w:t>
      </w:r>
      <w:r>
        <w:fldChar w:fldCharType="end"/>
      </w:r>
      <w:r>
        <w:t xml:space="preserve">. </w:t>
      </w:r>
    </w:p>
    <w:p w:rsidR="00652B78" w:rsidRDefault="00652B78" w:rsidP="00652B78">
      <w:pPr>
        <w:spacing w:after="180"/>
      </w:pPr>
      <w:r>
        <w:t xml:space="preserve">In a study of two-hundred-and-sixty 4-16 year old students </w:t>
      </w:r>
      <w:r>
        <w:fldChar w:fldCharType="begin"/>
      </w:r>
      <w:r>
        <w:instrText xml:space="preserve"> ADDIN EN.CITE &lt;EndNote&gt;&lt;Cite&gt;&lt;Author&gt;Asoko&lt;/Author&gt;&lt;Year&gt;1991&lt;/Year&gt;&lt;IDText&gt;A study of students&amp;apos; understanding of sound 5-16 as an example of action research&lt;/IDText&gt;&lt;DisplayText&gt;(Asoko, Leach and Scott, 1991)&lt;/DisplayText&gt;&lt;record&gt;&lt;titles&gt;&lt;title&gt;A study of students&amp;apos; understanding of sound 5-16 as an example of action research&lt;/title&gt;&lt;secondary-title&gt;Annual Conference of the British Educational Research Association&lt;/secondary-title&gt;&lt;/titles&gt;&lt;contributors&gt;&lt;authors&gt;&lt;author&gt;Asoko, H.M&lt;/author&gt;&lt;author&gt;Leach, J&lt;/author&gt;&lt;author&gt;Scott, P.H&lt;/author&gt;&lt;/authors&gt;&lt;/contributors&gt;&lt;added-date format="utc"&gt;1532437956&lt;/added-date&gt;&lt;pub-location&gt;Roehampton Institute, London&lt;/pub-location&gt;&lt;ref-type name="Conference Paper"&gt;47&lt;/ref-type&gt;&lt;dates&gt;&lt;year&gt;1991&lt;/year&gt;&lt;/dates&gt;&lt;rec-number&gt;17&lt;/rec-number&gt;&lt;last-updated-date format="utc"&gt;1532438220&lt;/last-updated-date&gt;&lt;num-vols&gt;Developing Students&amp;apos; Understanding in Science&lt;/num-vols&gt;&lt;/record&gt;&lt;/Cite&gt;&lt;/EndNote&gt;</w:instrText>
      </w:r>
      <w:r>
        <w:fldChar w:fldCharType="separate"/>
      </w:r>
      <w:r w:rsidR="00D83DEB">
        <w:rPr>
          <w:noProof/>
        </w:rPr>
        <w:t>Asoko, Leach and Scott</w:t>
      </w:r>
      <w:r>
        <w:rPr>
          <w:noProof/>
        </w:rPr>
        <w:t xml:space="preserve"> </w:t>
      </w:r>
      <w:r w:rsidR="00D83DEB">
        <w:rPr>
          <w:noProof/>
        </w:rPr>
        <w:t>(</w:t>
      </w:r>
      <w:r>
        <w:rPr>
          <w:noProof/>
        </w:rPr>
        <w:t>1991)</w:t>
      </w:r>
      <w:r>
        <w:fldChar w:fldCharType="end"/>
      </w:r>
      <w:r>
        <w:t xml:space="preserve"> found that students use of vibrations to explain the source of sound increased with age, but this was also dependent on the context: 80% of students aged 11-16 used vibrations to explain sound when the vibrations were obvious (for example in a string); when air was vibrating in a horn this fell to 40%; and very few students used vibrations to explain the sound caused by knocking two small stones together.</w:t>
      </w:r>
    </w:p>
    <w:p w:rsidR="00652B78" w:rsidRDefault="00652B78" w:rsidP="00652B78">
      <w:pPr>
        <w:spacing w:after="180"/>
      </w:pPr>
      <w:r>
        <w:t>This activity demonstrates to students that all objects that make a sound vibrate, even when they look as if they do not.</w:t>
      </w:r>
    </w:p>
    <w:p w:rsidR="007A748B" w:rsidRPr="002454AC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 xml:space="preserve">Ways to use this </w:t>
      </w:r>
      <w:r w:rsidR="00E3348F">
        <w:rPr>
          <w:b/>
          <w:color w:val="5F497A" w:themeColor="accent4" w:themeShade="BF"/>
          <w:sz w:val="24"/>
        </w:rPr>
        <w:t>activity</w:t>
      </w:r>
    </w:p>
    <w:p w:rsidR="00A93F98" w:rsidRDefault="00A93F98" w:rsidP="00A93F98">
      <w:pPr>
        <w:spacing w:after="180"/>
      </w:pPr>
      <w:r w:rsidRPr="00DA3B6C">
        <w:t xml:space="preserve">Students </w:t>
      </w:r>
      <w:r>
        <w:t>should complete this activity in pairs or small groups, and the focus should be on the discussions.</w:t>
      </w:r>
      <w:r w:rsidR="001A6886">
        <w:t xml:space="preserve"> </w:t>
      </w:r>
      <w:r>
        <w:t>It is through the discussions that students can check their understanding and rehearse their explanations.</w:t>
      </w:r>
    </w:p>
    <w:p w:rsidR="00A93F98" w:rsidRDefault="00A93F98" w:rsidP="00A93F98">
      <w:pPr>
        <w:spacing w:after="180"/>
      </w:pPr>
      <w:r>
        <w:t xml:space="preserve">To begin, each group should discuss the activity and use their scientific understanding, firstly to predict </w:t>
      </w:r>
      <w:r w:rsidRPr="00E1670C">
        <w:rPr>
          <w:i/>
        </w:rPr>
        <w:t>what</w:t>
      </w:r>
      <w:r w:rsidRPr="00137023">
        <w:t xml:space="preserve"> </w:t>
      </w:r>
      <w:r>
        <w:t xml:space="preserve">they think will happen, and then to explain </w:t>
      </w:r>
      <w:r w:rsidRPr="00E1670C">
        <w:rPr>
          <w:i/>
        </w:rPr>
        <w:t>why</w:t>
      </w:r>
      <w:r>
        <w:t xml:space="preserve"> they think they are going to be right.</w:t>
      </w:r>
      <w:r w:rsidR="001A6886">
        <w:t xml:space="preserve"> </w:t>
      </w:r>
      <w:r>
        <w:t>If students in any group cannot agree, you may be able to direct them with some careful questioning.</w:t>
      </w:r>
      <w:r w:rsidR="001A6886">
        <w:t xml:space="preserve"> </w:t>
      </w:r>
    </w:p>
    <w:p w:rsidR="00363963" w:rsidRDefault="00A93F98" w:rsidP="00A93F98">
      <w:pPr>
        <w:spacing w:after="180"/>
      </w:pPr>
      <w:r>
        <w:t>Students now watch a demonstrat</w:t>
      </w:r>
      <w:r w:rsidR="00363963">
        <w:t xml:space="preserve">ion, and afterwards </w:t>
      </w:r>
      <w:r>
        <w:t>each group should be given the opportunity to change, or improve their explanation.</w:t>
      </w:r>
      <w:r w:rsidR="001A6886">
        <w:t xml:space="preserve"> </w:t>
      </w:r>
      <w:r>
        <w:t xml:space="preserve">A good way to review your students’ thinking might be </w:t>
      </w:r>
      <w:r>
        <w:lastRenderedPageBreak/>
        <w:t>through a structured class discussion.</w:t>
      </w:r>
      <w:r w:rsidR="001A6886">
        <w:t xml:space="preserve"> </w:t>
      </w:r>
      <w:r>
        <w:t xml:space="preserve">You could ask several groups for their </w:t>
      </w:r>
      <w:r>
        <w:rPr>
          <w:i/>
        </w:rPr>
        <w:t>expla</w:t>
      </w:r>
      <w:r w:rsidRPr="00BA242F">
        <w:rPr>
          <w:i/>
        </w:rPr>
        <w:t>n</w:t>
      </w:r>
      <w:r>
        <w:rPr>
          <w:i/>
        </w:rPr>
        <w:t>ations</w:t>
      </w:r>
      <w:r>
        <w:t xml:space="preserve"> and put these on the whiteboard.</w:t>
      </w:r>
      <w:r w:rsidR="001A6886">
        <w:t xml:space="preserve"> </w:t>
      </w:r>
      <w:r>
        <w:t>Then ask other groups to suggest which explanation is the most accurate and the most clearly expressed, and through careful questioning work up a clear ‘class explanation’.</w:t>
      </w:r>
      <w:r w:rsidR="001A6886">
        <w:t xml:space="preserve"> </w:t>
      </w:r>
    </w:p>
    <w:p w:rsidR="00A93F98" w:rsidRDefault="00A93F98" w:rsidP="00A93F98">
      <w:pPr>
        <w:spacing w:after="180"/>
      </w:pPr>
      <w:r>
        <w:t>A useful follow up is for individual students to then write down explanations in their own words – without reference to the class explanation on the board (i.e. cover it up).</w:t>
      </w:r>
    </w:p>
    <w:p w:rsidR="00A93F98" w:rsidRPr="00C86659" w:rsidRDefault="00A93F98" w:rsidP="00A93F98">
      <w:pPr>
        <w:spacing w:after="180"/>
        <w:rPr>
          <w:i/>
        </w:rPr>
      </w:pPr>
      <w:r w:rsidRPr="00C86659">
        <w:rPr>
          <w:i/>
        </w:rPr>
        <w:t>Differentiation</w:t>
      </w:r>
    </w:p>
    <w:p w:rsidR="00A93F98" w:rsidRDefault="00A93F98" w:rsidP="00A93F98">
      <w:pPr>
        <w:spacing w:after="180"/>
      </w:pPr>
      <w:r>
        <w:t>The quality of the discussions can be improved with a careful selection of groups; or by allocating specific roles to students in the each group.</w:t>
      </w:r>
      <w:r w:rsidR="001A6886">
        <w:t xml:space="preserve"> </w:t>
      </w:r>
      <w:r>
        <w:t>For example, you may choose to select a student with strong prior knowledge as a scribe, and forbid them from contributing any of their own answers.</w:t>
      </w:r>
      <w:r w:rsidR="001A6886">
        <w:t xml:space="preserve"> </w:t>
      </w:r>
      <w:r>
        <w:t>They may question the others and only write down what they have been told.</w:t>
      </w:r>
      <w:r w:rsidR="001A6886">
        <w:t xml:space="preserve"> </w:t>
      </w:r>
      <w:r>
        <w:t>This strategy encourages contributions from more members of each group.</w:t>
      </w:r>
    </w:p>
    <w:p w:rsidR="001D0511" w:rsidRPr="00755E81" w:rsidRDefault="001D0511" w:rsidP="00A93F98">
      <w:pPr>
        <w:spacing w:after="180"/>
        <w:rPr>
          <w:b/>
          <w:color w:val="76923C" w:themeColor="accent3" w:themeShade="BF"/>
        </w:rPr>
      </w:pPr>
      <w:r>
        <w:rPr>
          <w:b/>
          <w:color w:val="5F497A" w:themeColor="accent4" w:themeShade="BF"/>
          <w:sz w:val="24"/>
        </w:rPr>
        <w:t>Equipment</w:t>
      </w:r>
      <w:r w:rsidR="00755E81">
        <w:rPr>
          <w:b/>
          <w:color w:val="76923C" w:themeColor="accent3" w:themeShade="BF"/>
          <w:sz w:val="24"/>
        </w:rPr>
        <w:t xml:space="preserve"> </w:t>
      </w:r>
    </w:p>
    <w:p w:rsidR="001D0511" w:rsidRDefault="001D0511" w:rsidP="001D0511">
      <w:pPr>
        <w:spacing w:after="180"/>
      </w:pPr>
      <w:r w:rsidRPr="005B1739">
        <w:t xml:space="preserve">For </w:t>
      </w:r>
      <w:r>
        <w:t>the class</w:t>
      </w:r>
      <w:r w:rsidRPr="005B1739">
        <w:t>:</w:t>
      </w:r>
    </w:p>
    <w:p w:rsidR="00F37186" w:rsidRDefault="00F37186" w:rsidP="001D0511">
      <w:pPr>
        <w:pStyle w:val="ListParagraph"/>
        <w:numPr>
          <w:ilvl w:val="0"/>
          <w:numId w:val="1"/>
        </w:numPr>
        <w:spacing w:after="180"/>
        <w:sectPr w:rsidR="00F37186" w:rsidSect="00642ECD">
          <w:headerReference w:type="default" r:id="rId14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1D0511" w:rsidRDefault="00652B78" w:rsidP="001D0511">
      <w:pPr>
        <w:pStyle w:val="ListParagraph"/>
        <w:numPr>
          <w:ilvl w:val="0"/>
          <w:numId w:val="1"/>
        </w:numPr>
        <w:spacing w:after="180"/>
      </w:pPr>
      <w:r>
        <w:t>Ping-pong ball on a thread</w:t>
      </w:r>
    </w:p>
    <w:p w:rsidR="00363963" w:rsidRDefault="00652B78" w:rsidP="001D0511">
      <w:pPr>
        <w:pStyle w:val="ListParagraph"/>
        <w:numPr>
          <w:ilvl w:val="0"/>
          <w:numId w:val="1"/>
        </w:numPr>
        <w:spacing w:after="180"/>
      </w:pPr>
      <w:r>
        <w:t>Clamp and stand</w:t>
      </w:r>
    </w:p>
    <w:p w:rsidR="00F37186" w:rsidRDefault="00F37186" w:rsidP="00F37186">
      <w:pPr>
        <w:pStyle w:val="ListParagraph"/>
        <w:spacing w:after="180"/>
      </w:pPr>
    </w:p>
    <w:p w:rsidR="00363963" w:rsidRDefault="00652B78" w:rsidP="001D0511">
      <w:pPr>
        <w:pStyle w:val="ListParagraph"/>
        <w:numPr>
          <w:ilvl w:val="0"/>
          <w:numId w:val="1"/>
        </w:numPr>
        <w:spacing w:after="180"/>
      </w:pPr>
      <w:r>
        <w:t>Tuning fork (in stand if available)</w:t>
      </w:r>
    </w:p>
    <w:p w:rsidR="00F37186" w:rsidRPr="00F37186" w:rsidRDefault="00652B78" w:rsidP="0008599C">
      <w:pPr>
        <w:pStyle w:val="ListParagraph"/>
        <w:numPr>
          <w:ilvl w:val="0"/>
          <w:numId w:val="1"/>
        </w:numPr>
        <w:spacing w:after="180"/>
        <w:rPr>
          <w:b/>
          <w:color w:val="5F497A" w:themeColor="accent4" w:themeShade="BF"/>
          <w:sz w:val="24"/>
        </w:rPr>
        <w:sectPr w:rsidR="00F37186" w:rsidRPr="00F37186" w:rsidSect="00F37186">
          <w:type w:val="continuous"/>
          <w:pgSz w:w="11906" w:h="16838" w:code="9"/>
          <w:pgMar w:top="1440" w:right="1440" w:bottom="1440" w:left="1440" w:header="709" w:footer="567" w:gutter="0"/>
          <w:cols w:num="2" w:space="708"/>
          <w:docGrid w:linePitch="360"/>
        </w:sectPr>
      </w:pPr>
      <w:r>
        <w:t xml:space="preserve">Large rubber bung </w:t>
      </w:r>
      <w:r w:rsidR="006E322E">
        <w:t xml:space="preserve">- </w:t>
      </w:r>
      <w:r>
        <w:t>to strike</w:t>
      </w:r>
      <w:r w:rsidR="006E322E">
        <w:t xml:space="preserve"> the</w:t>
      </w:r>
      <w:r>
        <w:t xml:space="preserve"> tuning fork</w:t>
      </w:r>
      <w:r w:rsidR="006E322E">
        <w:t xml:space="preserve"> on</w:t>
      </w:r>
    </w:p>
    <w:p w:rsidR="00B26756" w:rsidRDefault="00B26756" w:rsidP="00B26756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Technician notes</w:t>
      </w:r>
    </w:p>
    <w:p w:rsidR="00363963" w:rsidRDefault="00363963" w:rsidP="00F37186">
      <w:pPr>
        <w:pStyle w:val="ListParagraph"/>
        <w:numPr>
          <w:ilvl w:val="0"/>
          <w:numId w:val="5"/>
        </w:numPr>
        <w:spacing w:after="180"/>
      </w:pPr>
      <w:r>
        <w:t xml:space="preserve">The </w:t>
      </w:r>
      <w:r w:rsidR="00652B78">
        <w:t>ping-pong ball is hung from a stand away from the upright.</w:t>
      </w:r>
    </w:p>
    <w:p w:rsidR="00B26756" w:rsidRPr="002454AC" w:rsidRDefault="00B26756" w:rsidP="00B26756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Health and safety</w:t>
      </w:r>
    </w:p>
    <w:p w:rsidR="00B26756" w:rsidRDefault="00652B78" w:rsidP="00B26756">
      <w:pPr>
        <w:spacing w:after="180"/>
      </w:pPr>
      <w:r>
        <w:t>Striking a hard surface, like a bench, can damage a tuning fork or hurt a hand.</w:t>
      </w:r>
    </w:p>
    <w:p w:rsidR="002454AC" w:rsidRPr="002454AC" w:rsidRDefault="002454AC" w:rsidP="00B26756">
      <w:pPr>
        <w:spacing w:after="180"/>
      </w:pPr>
      <w:r w:rsidRPr="002454AC">
        <w:t xml:space="preserve">Practical work should be carried out in accordance with local health and safety </w:t>
      </w:r>
      <w:r>
        <w:t>requirements</w:t>
      </w:r>
      <w:r w:rsidRPr="002454AC">
        <w:t>, guidance from manufacturers and sup</w:t>
      </w:r>
      <w:r>
        <w:t>p</w:t>
      </w:r>
      <w:r w:rsidRPr="002454AC">
        <w:t>liers, and guidance available from CLEAPSS</w:t>
      </w:r>
      <w:r>
        <w:t>.</w:t>
      </w:r>
    </w:p>
    <w:p w:rsidR="00E172C6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Expected answers</w:t>
      </w:r>
    </w:p>
    <w:p w:rsidR="00652B78" w:rsidRDefault="00652B78" w:rsidP="00026DEC">
      <w:pPr>
        <w:spacing w:after="180"/>
      </w:pPr>
      <w:r>
        <w:t xml:space="preserve">The ping-pong ball ricochets off the tuning fork on contact. This is most obviously caused by vibrations in the tuning fork if it is held in a stand. </w:t>
      </w:r>
    </w:p>
    <w:p w:rsidR="00F37186" w:rsidRDefault="00652B78" w:rsidP="00026DEC">
      <w:pPr>
        <w:spacing w:after="180"/>
      </w:pPr>
      <w:r>
        <w:t xml:space="preserve">Using student volunteers to demonstrate this is more convincing, as they typically show genuine surprise at how much the ball moves at the slightest contact. </w:t>
      </w:r>
    </w:p>
    <w:p w:rsidR="003117F6" w:rsidRPr="002454AC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F37186">
        <w:t>Peter Fairhurst</w:t>
      </w:r>
      <w:r w:rsidR="0015356E">
        <w:t xml:space="preserve"> (UYSEG)</w:t>
      </w:r>
      <w:r w:rsidR="00F37186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F37186">
        <w:t>UYSEG</w:t>
      </w:r>
    </w:p>
    <w:p w:rsidR="00652B78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References</w:t>
      </w:r>
    </w:p>
    <w:p w:rsidR="00652B78" w:rsidRPr="00652B78" w:rsidRDefault="00652B78" w:rsidP="00652B78">
      <w:pPr>
        <w:pStyle w:val="EndNoteBibliography"/>
        <w:spacing w:after="120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652B78">
        <w:t xml:space="preserve">Asoko, H. M., Leach, J. and Scott, P. H. (1991). A study of students' understanding of sound 5-16 as an example of action research. </w:t>
      </w:r>
      <w:r w:rsidRPr="00652B78">
        <w:rPr>
          <w:i/>
        </w:rPr>
        <w:t>Annual Conference of the British Educational Research Association.</w:t>
      </w:r>
      <w:r w:rsidRPr="00652B78">
        <w:t xml:space="preserve"> Roehampton Institute, London.</w:t>
      </w:r>
    </w:p>
    <w:p w:rsidR="00652B78" w:rsidRPr="00652B78" w:rsidRDefault="00652B78" w:rsidP="00652B78">
      <w:pPr>
        <w:pStyle w:val="EndNoteBibliography"/>
        <w:spacing w:after="120"/>
      </w:pPr>
      <w:r w:rsidRPr="00652B78">
        <w:t xml:space="preserve">Driver, R., et al. (1994). </w:t>
      </w:r>
      <w:r w:rsidRPr="00652B78">
        <w:rPr>
          <w:i/>
        </w:rPr>
        <w:t xml:space="preserve">Making Sense of Secondary Science: Research into Children's Ideas, </w:t>
      </w:r>
      <w:r w:rsidRPr="00652B78">
        <w:t>London, UK: Routledge.</w:t>
      </w:r>
    </w:p>
    <w:p w:rsidR="00C43DC6" w:rsidRDefault="00652B78" w:rsidP="00652B78">
      <w:pPr>
        <w:spacing w:after="12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C43DC6" w:rsidSect="00F37186">
      <w:type w:val="continuous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12E" w:rsidRDefault="00D7312E" w:rsidP="000B473B">
      <w:r>
        <w:separator/>
      </w:r>
    </w:p>
  </w:endnote>
  <w:endnote w:type="continuationSeparator" w:id="0">
    <w:p w:rsidR="00D7312E" w:rsidRDefault="00D7312E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AEC" w:rsidRDefault="00202A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7858F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C3269D">
      <w:rPr>
        <w:noProof/>
      </w:rPr>
      <w:t>2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E3348F">
      <w:rPr>
        <w:sz w:val="16"/>
        <w:szCs w:val="16"/>
      </w:rPr>
      <w:t>activity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>© University of York Science Education Group</w:t>
    </w:r>
    <w:r w:rsidR="00202AEC">
      <w:rPr>
        <w:sz w:val="16"/>
        <w:szCs w:val="16"/>
      </w:rPr>
      <w:t>. Distributed under a Creative Commons Attribution-NonCommercial (CC BY-NC) license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AEC" w:rsidRDefault="00202A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12E" w:rsidRDefault="00D7312E" w:rsidP="000B473B">
      <w:r>
        <w:separator/>
      </w:r>
    </w:p>
  </w:footnote>
  <w:footnote w:type="continuationSeparator" w:id="0">
    <w:p w:rsidR="00D7312E" w:rsidRDefault="00D7312E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AEC" w:rsidRDefault="00202A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F5678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AEC" w:rsidRDefault="00202AE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FF3D0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51E33"/>
    <w:multiLevelType w:val="hybridMultilevel"/>
    <w:tmpl w:val="670242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0B610C"/>
    <w:multiLevelType w:val="hybridMultilevel"/>
    <w:tmpl w:val="AADAD8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D7312E"/>
    <w:rsid w:val="00015578"/>
    <w:rsid w:val="00024731"/>
    <w:rsid w:val="00026DEC"/>
    <w:rsid w:val="00050361"/>
    <w:rsid w:val="000505CA"/>
    <w:rsid w:val="00072C2E"/>
    <w:rsid w:val="0007651D"/>
    <w:rsid w:val="0009089A"/>
    <w:rsid w:val="000947E2"/>
    <w:rsid w:val="00095E04"/>
    <w:rsid w:val="000B473B"/>
    <w:rsid w:val="000D0E89"/>
    <w:rsid w:val="000E2689"/>
    <w:rsid w:val="00142613"/>
    <w:rsid w:val="00144DA7"/>
    <w:rsid w:val="0015356E"/>
    <w:rsid w:val="00161D3F"/>
    <w:rsid w:val="001915D4"/>
    <w:rsid w:val="00194675"/>
    <w:rsid w:val="001A1FED"/>
    <w:rsid w:val="001A40E2"/>
    <w:rsid w:val="001A6886"/>
    <w:rsid w:val="001C4805"/>
    <w:rsid w:val="001D0511"/>
    <w:rsid w:val="00201AC2"/>
    <w:rsid w:val="00202AEC"/>
    <w:rsid w:val="00214608"/>
    <w:rsid w:val="002178AC"/>
    <w:rsid w:val="0022547C"/>
    <w:rsid w:val="002454AC"/>
    <w:rsid w:val="00252DC3"/>
    <w:rsid w:val="0025410A"/>
    <w:rsid w:val="0027553E"/>
    <w:rsid w:val="0028012F"/>
    <w:rsid w:val="002828DF"/>
    <w:rsid w:val="00287876"/>
    <w:rsid w:val="00292C53"/>
    <w:rsid w:val="00294E22"/>
    <w:rsid w:val="002A08F2"/>
    <w:rsid w:val="002C22EA"/>
    <w:rsid w:val="002C59BA"/>
    <w:rsid w:val="002F41B2"/>
    <w:rsid w:val="00301AA9"/>
    <w:rsid w:val="003117F6"/>
    <w:rsid w:val="00342102"/>
    <w:rsid w:val="003533B8"/>
    <w:rsid w:val="00363963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8726C"/>
    <w:rsid w:val="004B0EE1"/>
    <w:rsid w:val="004D0D83"/>
    <w:rsid w:val="004E1DF1"/>
    <w:rsid w:val="004E5592"/>
    <w:rsid w:val="0050055B"/>
    <w:rsid w:val="00524710"/>
    <w:rsid w:val="0053000A"/>
    <w:rsid w:val="00555342"/>
    <w:rsid w:val="005560E2"/>
    <w:rsid w:val="005A452E"/>
    <w:rsid w:val="005A6EE7"/>
    <w:rsid w:val="005E07F2"/>
    <w:rsid w:val="005F1A7B"/>
    <w:rsid w:val="006355D8"/>
    <w:rsid w:val="00642ECD"/>
    <w:rsid w:val="006502A0"/>
    <w:rsid w:val="00652B78"/>
    <w:rsid w:val="006772F5"/>
    <w:rsid w:val="006A4440"/>
    <w:rsid w:val="006B0615"/>
    <w:rsid w:val="006D166B"/>
    <w:rsid w:val="006E322E"/>
    <w:rsid w:val="006F3279"/>
    <w:rsid w:val="00704AEE"/>
    <w:rsid w:val="00722F9A"/>
    <w:rsid w:val="00754539"/>
    <w:rsid w:val="00755E81"/>
    <w:rsid w:val="00781BC6"/>
    <w:rsid w:val="007A3C86"/>
    <w:rsid w:val="007A683E"/>
    <w:rsid w:val="007A748B"/>
    <w:rsid w:val="007C73B8"/>
    <w:rsid w:val="007D1D65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158ED"/>
    <w:rsid w:val="00925026"/>
    <w:rsid w:val="00931264"/>
    <w:rsid w:val="00942A4B"/>
    <w:rsid w:val="00961D59"/>
    <w:rsid w:val="009B2D55"/>
    <w:rsid w:val="009C0343"/>
    <w:rsid w:val="009E0D11"/>
    <w:rsid w:val="00A24A16"/>
    <w:rsid w:val="00A37D14"/>
    <w:rsid w:val="00A6111E"/>
    <w:rsid w:val="00A6168B"/>
    <w:rsid w:val="00A62028"/>
    <w:rsid w:val="00A93F98"/>
    <w:rsid w:val="00AA6236"/>
    <w:rsid w:val="00AB6AE7"/>
    <w:rsid w:val="00AD21F5"/>
    <w:rsid w:val="00B00348"/>
    <w:rsid w:val="00B06225"/>
    <w:rsid w:val="00B23B31"/>
    <w:rsid w:val="00B23C7A"/>
    <w:rsid w:val="00B26756"/>
    <w:rsid w:val="00B305F5"/>
    <w:rsid w:val="00B46FF9"/>
    <w:rsid w:val="00B536AD"/>
    <w:rsid w:val="00B75483"/>
    <w:rsid w:val="00BA7952"/>
    <w:rsid w:val="00BB44B4"/>
    <w:rsid w:val="00BE6C94"/>
    <w:rsid w:val="00BE7DB1"/>
    <w:rsid w:val="00BF0BBF"/>
    <w:rsid w:val="00BF6C8A"/>
    <w:rsid w:val="00C05571"/>
    <w:rsid w:val="00C1190E"/>
    <w:rsid w:val="00C246CE"/>
    <w:rsid w:val="00C3269D"/>
    <w:rsid w:val="00C43DC6"/>
    <w:rsid w:val="00C57FA2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312E"/>
    <w:rsid w:val="00D755FA"/>
    <w:rsid w:val="00D83DEB"/>
    <w:rsid w:val="00D917AC"/>
    <w:rsid w:val="00DC4A4E"/>
    <w:rsid w:val="00DD1874"/>
    <w:rsid w:val="00DD63BD"/>
    <w:rsid w:val="00DF14E9"/>
    <w:rsid w:val="00DF1CFD"/>
    <w:rsid w:val="00E0092B"/>
    <w:rsid w:val="00E172C6"/>
    <w:rsid w:val="00E24309"/>
    <w:rsid w:val="00E3348F"/>
    <w:rsid w:val="00E53D82"/>
    <w:rsid w:val="00E9330A"/>
    <w:rsid w:val="00EB1991"/>
    <w:rsid w:val="00EE6B97"/>
    <w:rsid w:val="00F12C3B"/>
    <w:rsid w:val="00F26884"/>
    <w:rsid w:val="00F37186"/>
    <w:rsid w:val="00F4551B"/>
    <w:rsid w:val="00F72ECC"/>
    <w:rsid w:val="00F8355F"/>
    <w:rsid w:val="00FA3196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3B6E047"/>
  <w15:docId w15:val="{6008EC8A-E9CF-4160-9EEF-1A016EA96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23widthparagraph">
    <w:name w:val="2/3 width paragraph"/>
    <w:basedOn w:val="Normal"/>
    <w:qFormat/>
    <w:rsid w:val="00D7312E"/>
    <w:pPr>
      <w:spacing w:after="120"/>
      <w:ind w:right="1371"/>
    </w:pPr>
    <w:rPr>
      <w:rFonts w:ascii="Calibri" w:eastAsia="Times New Roman" w:hAnsi="Calibri" w:cs="Times New Roman"/>
      <w:lang w:eastAsia="en-GB" w:bidi="en-US"/>
    </w:rPr>
  </w:style>
  <w:style w:type="paragraph" w:customStyle="1" w:styleId="EndNoteBibliographyTitle">
    <w:name w:val="EndNote Bibliography Title"/>
    <w:basedOn w:val="Normal"/>
    <w:link w:val="EndNoteBibliographyTitleChar"/>
    <w:rsid w:val="00C43DC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43DC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C43DC6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C43DC6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item_response_practica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template_physics_item_response_practicaI.dotx</Template>
  <TotalTime>18</TotalTime>
  <Pages>3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10</cp:revision>
  <cp:lastPrinted>2017-02-24T16:20:00Z</cp:lastPrinted>
  <dcterms:created xsi:type="dcterms:W3CDTF">2018-07-27T11:37:00Z</dcterms:created>
  <dcterms:modified xsi:type="dcterms:W3CDTF">2019-04-09T10:44:00Z</dcterms:modified>
</cp:coreProperties>
</file>